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7F8C9" w14:textId="77777777" w:rsidR="00EC63B0" w:rsidRDefault="00EC63B0" w:rsidP="00D202B8"/>
    <w:p w14:paraId="58900279" w14:textId="77777777" w:rsidR="00605D43" w:rsidRPr="000B1037" w:rsidRDefault="00605D43" w:rsidP="00D202B8">
      <w:pPr>
        <w:rPr>
          <w:lang w:val="pl-PL"/>
        </w:rPr>
      </w:pPr>
    </w:p>
    <w:p w14:paraId="27BBB26D" w14:textId="51B6E466" w:rsidR="00605D43" w:rsidRPr="000B1037" w:rsidRDefault="009909A7" w:rsidP="00605D43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>
        <w:rPr>
          <w:rFonts w:asciiTheme="minorHAnsi" w:hAnsiTheme="minorHAnsi" w:cstheme="minorHAnsi"/>
          <w:sz w:val="56"/>
          <w:szCs w:val="96"/>
          <w:lang w:val="pl-PL"/>
        </w:rPr>
        <w:t>CZY PAŃSTWO JEST POTRZEBNE?</w:t>
      </w:r>
    </w:p>
    <w:p w14:paraId="66B8CA99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5A4148F7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15990F77" w14:textId="77777777" w:rsidR="000B1037" w:rsidRP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2BF2F2A4" w14:textId="77777777" w:rsidR="00605D43" w:rsidRPr="000B1037" w:rsidRDefault="00605D43" w:rsidP="00D202B8">
      <w:pPr>
        <w:rPr>
          <w:lang w:val="pl-PL"/>
        </w:rPr>
      </w:pPr>
    </w:p>
    <w:p w14:paraId="22535014" w14:textId="77777777" w:rsidR="00EC63B0" w:rsidRPr="000B1037" w:rsidRDefault="00605D43" w:rsidP="00605D43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  <w:r w:rsidRPr="000B1037">
        <w:rPr>
          <w:rFonts w:asciiTheme="minorHAnsi" w:hAnsiTheme="minorHAnsi" w:cstheme="minorHAnsi"/>
          <w:b/>
          <w:sz w:val="32"/>
          <w:szCs w:val="32"/>
          <w:lang w:val="pl-PL"/>
        </w:rPr>
        <w:t>ĆWICZENIE 1.</w:t>
      </w:r>
    </w:p>
    <w:p w14:paraId="7133C237" w14:textId="0A7C6A5D" w:rsidR="00E13E0E" w:rsidRDefault="007D38C7" w:rsidP="00605D43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7D38C7">
        <w:rPr>
          <w:rFonts w:asciiTheme="minorHAnsi" w:hAnsiTheme="minorHAnsi" w:cstheme="minorHAnsi"/>
          <w:sz w:val="28"/>
          <w:szCs w:val="28"/>
          <w:lang w:val="pl-PL"/>
        </w:rPr>
        <w:t xml:space="preserve">Zapoznaj się z </w:t>
      </w:r>
      <w:r w:rsidR="00357C69">
        <w:rPr>
          <w:rFonts w:asciiTheme="minorHAnsi" w:hAnsiTheme="minorHAnsi" w:cstheme="minorHAnsi"/>
          <w:sz w:val="28"/>
          <w:szCs w:val="28"/>
          <w:lang w:val="pl-PL"/>
        </w:rPr>
        <w:t xml:space="preserve">danymi różnych </w:t>
      </w:r>
      <w:r>
        <w:rPr>
          <w:rFonts w:asciiTheme="minorHAnsi" w:hAnsiTheme="minorHAnsi" w:cstheme="minorHAnsi"/>
          <w:sz w:val="28"/>
          <w:szCs w:val="28"/>
          <w:lang w:val="pl-PL"/>
        </w:rPr>
        <w:t>gospodar</w:t>
      </w:r>
      <w:r w:rsidR="00357C69">
        <w:rPr>
          <w:rFonts w:asciiTheme="minorHAnsi" w:hAnsiTheme="minorHAnsi" w:cstheme="minorHAnsi"/>
          <w:sz w:val="28"/>
          <w:szCs w:val="28"/>
          <w:lang w:val="pl-PL"/>
        </w:rPr>
        <w:t>e</w:t>
      </w:r>
      <w:r>
        <w:rPr>
          <w:rFonts w:asciiTheme="minorHAnsi" w:hAnsiTheme="minorHAnsi" w:cstheme="minorHAnsi"/>
          <w:sz w:val="28"/>
          <w:szCs w:val="28"/>
          <w:lang w:val="pl-PL"/>
        </w:rPr>
        <w:t>k</w:t>
      </w:r>
      <w:r w:rsidR="00A7796C">
        <w:rPr>
          <w:rFonts w:asciiTheme="minorHAnsi" w:hAnsiTheme="minorHAnsi" w:cstheme="minorHAnsi"/>
          <w:sz w:val="28"/>
          <w:szCs w:val="28"/>
          <w:lang w:val="pl-PL"/>
        </w:rPr>
        <w:t xml:space="preserve"> na temat wartości PKB oraz wartości wydatków rządowych w 2022 roku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. </w:t>
      </w:r>
    </w:p>
    <w:p w14:paraId="04E4904C" w14:textId="2A21FCDE" w:rsidR="00357C69" w:rsidRPr="00B43A00" w:rsidRDefault="00A7796C" w:rsidP="00357C69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B43A00">
        <w:rPr>
          <w:rFonts w:cstheme="minorHAnsi"/>
          <w:sz w:val="28"/>
          <w:szCs w:val="28"/>
        </w:rPr>
        <w:t xml:space="preserve">Oblicz wskaźnik </w:t>
      </w:r>
      <w:r w:rsidR="00B43A00" w:rsidRPr="00B43A00">
        <w:rPr>
          <w:rFonts w:cstheme="minorHAnsi"/>
          <w:sz w:val="28"/>
          <w:szCs w:val="28"/>
        </w:rPr>
        <w:t>udziału wydatków rządowych w wartości PKB.</w:t>
      </w:r>
    </w:p>
    <w:p w14:paraId="148A912E" w14:textId="030C2B44" w:rsidR="00AD492F" w:rsidRDefault="00357C69" w:rsidP="00357C69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B43A00">
        <w:rPr>
          <w:rFonts w:cstheme="minorHAnsi"/>
          <w:sz w:val="28"/>
          <w:szCs w:val="28"/>
        </w:rPr>
        <w:t>Uszereg</w:t>
      </w:r>
      <w:r w:rsidRPr="00B43A00">
        <w:rPr>
          <w:rFonts w:cstheme="minorHAnsi"/>
          <w:sz w:val="28"/>
          <w:szCs w:val="28"/>
        </w:rPr>
        <w:t>uj</w:t>
      </w:r>
      <w:r w:rsidRPr="00B43A00">
        <w:rPr>
          <w:rFonts w:cstheme="minorHAnsi"/>
          <w:sz w:val="28"/>
          <w:szCs w:val="28"/>
        </w:rPr>
        <w:t xml:space="preserve"> kraje od najniższego wskaźnika do najwyższego</w:t>
      </w:r>
      <w:r w:rsidRPr="00B43A00">
        <w:rPr>
          <w:rFonts w:cstheme="minorHAnsi"/>
          <w:sz w:val="28"/>
          <w:szCs w:val="28"/>
        </w:rPr>
        <w:t>.</w:t>
      </w:r>
    </w:p>
    <w:p w14:paraId="3B0AF16B" w14:textId="7C7F6B63" w:rsidR="00B43A00" w:rsidRPr="00B43A00" w:rsidRDefault="00B43A00" w:rsidP="00357C69">
      <w:pPr>
        <w:pStyle w:val="Akapitzlist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Zastanów się, co oznaczają te wartości i jak można je </w:t>
      </w:r>
      <w:r w:rsidR="00172E2B">
        <w:rPr>
          <w:rFonts w:cstheme="minorHAnsi"/>
          <w:sz w:val="28"/>
          <w:szCs w:val="28"/>
        </w:rPr>
        <w:t>interpretować</w:t>
      </w:r>
      <w:r>
        <w:rPr>
          <w:rFonts w:cstheme="minorHAnsi"/>
          <w:sz w:val="28"/>
          <w:szCs w:val="28"/>
        </w:rPr>
        <w:t>.</w:t>
      </w:r>
    </w:p>
    <w:p w14:paraId="098CFBDB" w14:textId="77777777" w:rsidR="00357C69" w:rsidRPr="00357C69" w:rsidRDefault="00357C69" w:rsidP="00357C69">
      <w:pPr>
        <w:pStyle w:val="Akapitzlist"/>
        <w:jc w:val="both"/>
        <w:rPr>
          <w:rFonts w:cstheme="minorHAnsi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2693"/>
        <w:gridCol w:w="1554"/>
      </w:tblGrid>
      <w:tr w:rsidR="00AD492F" w14:paraId="45D02845" w14:textId="77777777" w:rsidTr="00660993">
        <w:tc>
          <w:tcPr>
            <w:tcW w:w="2122" w:type="dxa"/>
          </w:tcPr>
          <w:p w14:paraId="22F045A3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Kraj</w:t>
            </w:r>
          </w:p>
        </w:tc>
        <w:tc>
          <w:tcPr>
            <w:tcW w:w="2693" w:type="dxa"/>
          </w:tcPr>
          <w:p w14:paraId="76AC5355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Wartość PKB</w:t>
            </w:r>
          </w:p>
          <w:p w14:paraId="4C05CAE8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w cenach bieżących </w:t>
            </w:r>
          </w:p>
          <w:p w14:paraId="1545F6D5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 2022 roku</w:t>
            </w:r>
          </w:p>
        </w:tc>
        <w:tc>
          <w:tcPr>
            <w:tcW w:w="2693" w:type="dxa"/>
          </w:tcPr>
          <w:p w14:paraId="381B06F9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Wartość G</w:t>
            </w:r>
          </w:p>
          <w:p w14:paraId="7FE73DC5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 cenach bieżących</w:t>
            </w:r>
          </w:p>
          <w:p w14:paraId="65399B10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 2022 roku</w:t>
            </w:r>
          </w:p>
        </w:tc>
        <w:tc>
          <w:tcPr>
            <w:tcW w:w="1554" w:type="dxa"/>
            <w:vAlign w:val="center"/>
          </w:tcPr>
          <w:p w14:paraId="6DFE8F40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Wskaźnik </w:t>
            </w:r>
          </w:p>
          <w:p w14:paraId="59CA6D4E" w14:textId="77777777" w:rsidR="00AD492F" w:rsidRPr="00D85088" w:rsidRDefault="00AD492F" w:rsidP="006609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libri"/>
                    <w:sz w:val="20"/>
                    <w:szCs w:val="20"/>
                    <w:lang w:val="pl-P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sz w:val="20"/>
                        <w:szCs w:val="20"/>
                        <w:lang w:val="pl-PL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sz w:val="20"/>
                        <w:szCs w:val="20"/>
                        <w:lang w:val="pl-PL"/>
                      </w:rPr>
                      <m:t>G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sz w:val="20"/>
                        <w:szCs w:val="20"/>
                        <w:lang w:val="pl-PL"/>
                      </w:rPr>
                      <m:t>PKB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libri"/>
                    <w:sz w:val="20"/>
                    <w:szCs w:val="20"/>
                    <w:lang w:val="pl-PL"/>
                  </w:rPr>
                  <m:t>∙100%</m:t>
                </m:r>
              </m:oMath>
            </m:oMathPara>
          </w:p>
        </w:tc>
      </w:tr>
      <w:tr w:rsidR="00AD492F" w14:paraId="0A87E1DF" w14:textId="77777777" w:rsidTr="00660993">
        <w:tc>
          <w:tcPr>
            <w:tcW w:w="2122" w:type="dxa"/>
          </w:tcPr>
          <w:p w14:paraId="5DA5BE39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Australia</w:t>
            </w:r>
          </w:p>
        </w:tc>
        <w:tc>
          <w:tcPr>
            <w:tcW w:w="2693" w:type="dxa"/>
          </w:tcPr>
          <w:p w14:paraId="3A7F84C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2 561 228,0 </w:t>
            </w:r>
          </w:p>
          <w:p w14:paraId="49156144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dolarów australijskich</w:t>
            </w:r>
          </w:p>
        </w:tc>
        <w:tc>
          <w:tcPr>
            <w:tcW w:w="2693" w:type="dxa"/>
          </w:tcPr>
          <w:p w14:paraId="5441568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546 202,0 </w:t>
            </w:r>
          </w:p>
          <w:p w14:paraId="69A1574D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dolarów australijskich</w:t>
            </w:r>
          </w:p>
        </w:tc>
        <w:tc>
          <w:tcPr>
            <w:tcW w:w="1554" w:type="dxa"/>
            <w:vAlign w:val="center"/>
          </w:tcPr>
          <w:p w14:paraId="6D9F1224" w14:textId="2F77DB9C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59F81D13" w14:textId="77777777" w:rsidTr="00660993">
        <w:tc>
          <w:tcPr>
            <w:tcW w:w="2122" w:type="dxa"/>
          </w:tcPr>
          <w:p w14:paraId="19F0E5FB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Austria</w:t>
            </w:r>
          </w:p>
        </w:tc>
        <w:tc>
          <w:tcPr>
            <w:tcW w:w="2693" w:type="dxa"/>
          </w:tcPr>
          <w:p w14:paraId="49B389FA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447 217,6 </w:t>
            </w:r>
          </w:p>
          <w:p w14:paraId="07C113B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151E096F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92 076,7 </w:t>
            </w:r>
          </w:p>
          <w:p w14:paraId="3C5C9269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46698AA1" w14:textId="2430C278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58A52D87" w14:textId="77777777" w:rsidTr="00660993">
        <w:tc>
          <w:tcPr>
            <w:tcW w:w="2122" w:type="dxa"/>
          </w:tcPr>
          <w:p w14:paraId="1E8052E6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Chiny</w:t>
            </w:r>
          </w:p>
        </w:tc>
        <w:tc>
          <w:tcPr>
            <w:tcW w:w="2693" w:type="dxa"/>
          </w:tcPr>
          <w:p w14:paraId="3BF8F1BC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126 058 200,0 </w:t>
            </w:r>
          </w:p>
          <w:p w14:paraId="585E8B44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juanów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renminbi</w:t>
            </w:r>
            <w:proofErr w:type="spellEnd"/>
          </w:p>
        </w:tc>
        <w:tc>
          <w:tcPr>
            <w:tcW w:w="2693" w:type="dxa"/>
          </w:tcPr>
          <w:p w14:paraId="3E11A4F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19 336 000,0 </w:t>
            </w:r>
          </w:p>
          <w:p w14:paraId="45F27BD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juanów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renminbi</w:t>
            </w:r>
            <w:proofErr w:type="spellEnd"/>
          </w:p>
        </w:tc>
        <w:tc>
          <w:tcPr>
            <w:tcW w:w="1554" w:type="dxa"/>
            <w:vAlign w:val="center"/>
          </w:tcPr>
          <w:p w14:paraId="02858DFF" w14:textId="7DA1446A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63958285" w14:textId="77777777" w:rsidTr="00660993">
        <w:tc>
          <w:tcPr>
            <w:tcW w:w="2122" w:type="dxa"/>
          </w:tcPr>
          <w:p w14:paraId="53D06F3B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Czechy</w:t>
            </w:r>
          </w:p>
        </w:tc>
        <w:tc>
          <w:tcPr>
            <w:tcW w:w="2693" w:type="dxa"/>
          </w:tcPr>
          <w:p w14:paraId="7E481D72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6 786 742,0 </w:t>
            </w:r>
          </w:p>
          <w:p w14:paraId="2F9E97A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koron czeskich</w:t>
            </w:r>
          </w:p>
        </w:tc>
        <w:tc>
          <w:tcPr>
            <w:tcW w:w="2693" w:type="dxa"/>
          </w:tcPr>
          <w:p w14:paraId="722C913F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1 370 599,0 </w:t>
            </w:r>
          </w:p>
          <w:p w14:paraId="32CD04D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koron czeskich</w:t>
            </w:r>
          </w:p>
        </w:tc>
        <w:tc>
          <w:tcPr>
            <w:tcW w:w="1554" w:type="dxa"/>
            <w:vAlign w:val="center"/>
          </w:tcPr>
          <w:p w14:paraId="7E3F75C2" w14:textId="2ECA9A02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1DBA501F" w14:textId="77777777" w:rsidTr="00660993">
        <w:tc>
          <w:tcPr>
            <w:tcW w:w="2122" w:type="dxa"/>
          </w:tcPr>
          <w:p w14:paraId="79BD09A5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Francja</w:t>
            </w:r>
          </w:p>
        </w:tc>
        <w:tc>
          <w:tcPr>
            <w:tcW w:w="2693" w:type="dxa"/>
          </w:tcPr>
          <w:p w14:paraId="6427FD45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2 639 092,0 </w:t>
            </w:r>
          </w:p>
          <w:p w14:paraId="6D2C237E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515A9A6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633 623,0 </w:t>
            </w:r>
          </w:p>
          <w:p w14:paraId="1BE21E30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4CACD6D4" w14:textId="2D83102D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74F88B71" w14:textId="77777777" w:rsidTr="00660993">
        <w:tc>
          <w:tcPr>
            <w:tcW w:w="2122" w:type="dxa"/>
          </w:tcPr>
          <w:p w14:paraId="0FA06538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Grecja</w:t>
            </w:r>
          </w:p>
        </w:tc>
        <w:tc>
          <w:tcPr>
            <w:tcW w:w="2693" w:type="dxa"/>
          </w:tcPr>
          <w:p w14:paraId="1757D26A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206 620,4 </w:t>
            </w:r>
          </w:p>
          <w:p w14:paraId="1F2FE169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0AE735C4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41 541,1 </w:t>
            </w:r>
          </w:p>
          <w:p w14:paraId="630651A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04776F61" w14:textId="181052D6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6D035A47" w14:textId="77777777" w:rsidTr="00660993">
        <w:tc>
          <w:tcPr>
            <w:tcW w:w="2122" w:type="dxa"/>
          </w:tcPr>
          <w:p w14:paraId="7E0A5885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Hiszpania</w:t>
            </w:r>
          </w:p>
        </w:tc>
        <w:tc>
          <w:tcPr>
            <w:tcW w:w="2693" w:type="dxa"/>
          </w:tcPr>
          <w:p w14:paraId="6DF2EADD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1 346 377,0 </w:t>
            </w:r>
          </w:p>
          <w:p w14:paraId="1B290691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0FED99E8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274 233,0 </w:t>
            </w:r>
          </w:p>
          <w:p w14:paraId="293619B9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1B8589C7" w14:textId="45468FF8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38E0F04C" w14:textId="77777777" w:rsidTr="00660993">
        <w:tc>
          <w:tcPr>
            <w:tcW w:w="2122" w:type="dxa"/>
          </w:tcPr>
          <w:p w14:paraId="34AB3E78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Indonezja</w:t>
            </w:r>
          </w:p>
        </w:tc>
        <w:tc>
          <w:tcPr>
            <w:tcW w:w="2693" w:type="dxa"/>
          </w:tcPr>
          <w:p w14:paraId="288851FE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19 588 445 600,0 </w:t>
            </w:r>
          </w:p>
          <w:p w14:paraId="10BE534B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rupi</w:t>
            </w:r>
            <w:proofErr w:type="spellEnd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indonezyjskich</w:t>
            </w:r>
          </w:p>
        </w:tc>
        <w:tc>
          <w:tcPr>
            <w:tcW w:w="2693" w:type="dxa"/>
          </w:tcPr>
          <w:p w14:paraId="708E2BCD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1 500 692 725,9 </w:t>
            </w:r>
          </w:p>
          <w:p w14:paraId="19334339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rupi</w:t>
            </w:r>
            <w:proofErr w:type="spellEnd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indonezyjskich</w:t>
            </w:r>
          </w:p>
        </w:tc>
        <w:tc>
          <w:tcPr>
            <w:tcW w:w="1554" w:type="dxa"/>
            <w:vAlign w:val="center"/>
          </w:tcPr>
          <w:p w14:paraId="5EA69CF9" w14:textId="3F0DE7B9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76C299F4" w14:textId="77777777" w:rsidTr="00660993">
        <w:tc>
          <w:tcPr>
            <w:tcW w:w="2122" w:type="dxa"/>
          </w:tcPr>
          <w:p w14:paraId="286F6668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Japonia</w:t>
            </w:r>
          </w:p>
        </w:tc>
        <w:tc>
          <w:tcPr>
            <w:tcW w:w="2693" w:type="dxa"/>
          </w:tcPr>
          <w:p w14:paraId="54B8729B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559 710 100,0 </w:t>
            </w:r>
          </w:p>
          <w:p w14:paraId="43118172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jenów</w:t>
            </w:r>
          </w:p>
        </w:tc>
        <w:tc>
          <w:tcPr>
            <w:tcW w:w="2693" w:type="dxa"/>
          </w:tcPr>
          <w:p w14:paraId="119FC3CA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120 880 700,0 </w:t>
            </w:r>
          </w:p>
          <w:p w14:paraId="3926D9E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jenów</w:t>
            </w:r>
          </w:p>
        </w:tc>
        <w:tc>
          <w:tcPr>
            <w:tcW w:w="1554" w:type="dxa"/>
            <w:vAlign w:val="center"/>
          </w:tcPr>
          <w:p w14:paraId="22822B44" w14:textId="137F7AC1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46CA00B1" w14:textId="77777777" w:rsidTr="00660993">
        <w:tc>
          <w:tcPr>
            <w:tcW w:w="2122" w:type="dxa"/>
          </w:tcPr>
          <w:p w14:paraId="22992612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Korea Południowa</w:t>
            </w:r>
          </w:p>
        </w:tc>
        <w:tc>
          <w:tcPr>
            <w:tcW w:w="2693" w:type="dxa"/>
          </w:tcPr>
          <w:p w14:paraId="685640E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2 161 773 900,0 </w:t>
            </w:r>
          </w:p>
          <w:p w14:paraId="5004B8E1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wonów</w:t>
            </w:r>
            <w:proofErr w:type="spellEnd"/>
          </w:p>
        </w:tc>
        <w:tc>
          <w:tcPr>
            <w:tcW w:w="2693" w:type="dxa"/>
          </w:tcPr>
          <w:p w14:paraId="60357D35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405 704 600,0 </w:t>
            </w:r>
          </w:p>
          <w:p w14:paraId="7F11428D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mln </w:t>
            </w:r>
            <w:proofErr w:type="spellStart"/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wonów</w:t>
            </w:r>
            <w:proofErr w:type="spellEnd"/>
          </w:p>
        </w:tc>
        <w:tc>
          <w:tcPr>
            <w:tcW w:w="1554" w:type="dxa"/>
            <w:vAlign w:val="center"/>
          </w:tcPr>
          <w:p w14:paraId="5433156E" w14:textId="1C94E9B9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6B3FD912" w14:textId="77777777" w:rsidTr="00660993">
        <w:tc>
          <w:tcPr>
            <w:tcW w:w="2122" w:type="dxa"/>
          </w:tcPr>
          <w:p w14:paraId="4E895713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Meksyk</w:t>
            </w:r>
          </w:p>
        </w:tc>
        <w:tc>
          <w:tcPr>
            <w:tcW w:w="2693" w:type="dxa"/>
          </w:tcPr>
          <w:p w14:paraId="05DE466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29 452 832,1 </w:t>
            </w:r>
          </w:p>
          <w:p w14:paraId="3B3F905F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peso</w:t>
            </w:r>
          </w:p>
        </w:tc>
        <w:tc>
          <w:tcPr>
            <w:tcW w:w="2693" w:type="dxa"/>
          </w:tcPr>
          <w:p w14:paraId="109253C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3 233 068,6 </w:t>
            </w:r>
          </w:p>
          <w:p w14:paraId="58A47C70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peso</w:t>
            </w:r>
          </w:p>
        </w:tc>
        <w:tc>
          <w:tcPr>
            <w:tcW w:w="1554" w:type="dxa"/>
            <w:vAlign w:val="center"/>
          </w:tcPr>
          <w:p w14:paraId="3946C6A7" w14:textId="17D72D1C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3EBE2824" w14:textId="77777777" w:rsidTr="00660993">
        <w:tc>
          <w:tcPr>
            <w:tcW w:w="2122" w:type="dxa"/>
          </w:tcPr>
          <w:p w14:paraId="0B7770AB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Niemcy</w:t>
            </w:r>
          </w:p>
        </w:tc>
        <w:tc>
          <w:tcPr>
            <w:tcW w:w="2693" w:type="dxa"/>
          </w:tcPr>
          <w:p w14:paraId="0029FD9B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3 876 810,0 </w:t>
            </w:r>
          </w:p>
          <w:p w14:paraId="65F2E099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319F3DC1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850 921,0 </w:t>
            </w:r>
          </w:p>
          <w:p w14:paraId="4510D3C1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31986742" w14:textId="34EA48EA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48A1C506" w14:textId="77777777" w:rsidTr="00660993">
        <w:tc>
          <w:tcPr>
            <w:tcW w:w="2122" w:type="dxa"/>
          </w:tcPr>
          <w:p w14:paraId="2016CCC4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Polska</w:t>
            </w:r>
          </w:p>
        </w:tc>
        <w:tc>
          <w:tcPr>
            <w:tcW w:w="2693" w:type="dxa"/>
          </w:tcPr>
          <w:p w14:paraId="25BA2CF5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3 067 495,0 </w:t>
            </w:r>
          </w:p>
          <w:p w14:paraId="725B7DDB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złotych</w:t>
            </w:r>
          </w:p>
        </w:tc>
        <w:tc>
          <w:tcPr>
            <w:tcW w:w="2693" w:type="dxa"/>
          </w:tcPr>
          <w:p w14:paraId="3AF82602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560 767,0 </w:t>
            </w:r>
          </w:p>
          <w:p w14:paraId="5CD6E07C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złotych</w:t>
            </w:r>
          </w:p>
        </w:tc>
        <w:tc>
          <w:tcPr>
            <w:tcW w:w="1554" w:type="dxa"/>
            <w:vAlign w:val="center"/>
          </w:tcPr>
          <w:p w14:paraId="3A6ED302" w14:textId="1AFC0643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27538ADF" w14:textId="77777777" w:rsidTr="00660993">
        <w:tc>
          <w:tcPr>
            <w:tcW w:w="2122" w:type="dxa"/>
          </w:tcPr>
          <w:p w14:paraId="01105418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Szwecja</w:t>
            </w:r>
          </w:p>
        </w:tc>
        <w:tc>
          <w:tcPr>
            <w:tcW w:w="2693" w:type="dxa"/>
          </w:tcPr>
          <w:p w14:paraId="6A76D92F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5 984 786,0 </w:t>
            </w:r>
          </w:p>
          <w:p w14:paraId="6C76D051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koron szwedzkich</w:t>
            </w:r>
          </w:p>
        </w:tc>
        <w:tc>
          <w:tcPr>
            <w:tcW w:w="2693" w:type="dxa"/>
          </w:tcPr>
          <w:p w14:paraId="25229C7A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1 485 304,0 </w:t>
            </w:r>
          </w:p>
          <w:p w14:paraId="3BD9C146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koron szwedzkich</w:t>
            </w:r>
          </w:p>
        </w:tc>
        <w:tc>
          <w:tcPr>
            <w:tcW w:w="1554" w:type="dxa"/>
            <w:vAlign w:val="center"/>
          </w:tcPr>
          <w:p w14:paraId="2BD862D0" w14:textId="5188F63B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3DB5F4ED" w14:textId="77777777" w:rsidTr="00660993">
        <w:tc>
          <w:tcPr>
            <w:tcW w:w="2122" w:type="dxa"/>
          </w:tcPr>
          <w:p w14:paraId="4B036786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Wielka Brytania</w:t>
            </w:r>
          </w:p>
        </w:tc>
        <w:tc>
          <w:tcPr>
            <w:tcW w:w="2693" w:type="dxa"/>
          </w:tcPr>
          <w:p w14:paraId="5CA769B4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2 506 170,0 </w:t>
            </w:r>
          </w:p>
          <w:p w14:paraId="1D8EF90E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funtów sterlingów</w:t>
            </w:r>
          </w:p>
        </w:tc>
        <w:tc>
          <w:tcPr>
            <w:tcW w:w="2693" w:type="dxa"/>
          </w:tcPr>
          <w:p w14:paraId="10F55FB0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525 044,0 </w:t>
            </w:r>
          </w:p>
          <w:p w14:paraId="30648EFF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funtów sterlingów</w:t>
            </w:r>
          </w:p>
        </w:tc>
        <w:tc>
          <w:tcPr>
            <w:tcW w:w="1554" w:type="dxa"/>
            <w:vAlign w:val="center"/>
          </w:tcPr>
          <w:p w14:paraId="1CCE9EFC" w14:textId="0E5B10A0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D492F" w14:paraId="0DE4F393" w14:textId="77777777" w:rsidTr="00660993">
        <w:tc>
          <w:tcPr>
            <w:tcW w:w="2122" w:type="dxa"/>
          </w:tcPr>
          <w:p w14:paraId="0881F79A" w14:textId="77777777" w:rsidR="00AD492F" w:rsidRPr="00D85088" w:rsidRDefault="00AD492F" w:rsidP="00660993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Włochy</w:t>
            </w:r>
          </w:p>
        </w:tc>
        <w:tc>
          <w:tcPr>
            <w:tcW w:w="2693" w:type="dxa"/>
          </w:tcPr>
          <w:p w14:paraId="7D0477B4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1 946 479,1 </w:t>
            </w:r>
          </w:p>
          <w:p w14:paraId="2F712D6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2693" w:type="dxa"/>
          </w:tcPr>
          <w:p w14:paraId="23E78962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373 968,0 </w:t>
            </w:r>
          </w:p>
          <w:p w14:paraId="048E3A97" w14:textId="77777777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D85088">
              <w:rPr>
                <w:rFonts w:ascii="Calibri" w:hAnsi="Calibri" w:cs="Calibri"/>
                <w:sz w:val="22"/>
                <w:szCs w:val="22"/>
                <w:lang w:val="pl-PL"/>
              </w:rPr>
              <w:t>mln euro</w:t>
            </w:r>
          </w:p>
        </w:tc>
        <w:tc>
          <w:tcPr>
            <w:tcW w:w="1554" w:type="dxa"/>
            <w:vAlign w:val="center"/>
          </w:tcPr>
          <w:p w14:paraId="5F6A58FE" w14:textId="56997FC6" w:rsidR="00AD492F" w:rsidRPr="00D85088" w:rsidRDefault="00AD492F" w:rsidP="00660993">
            <w:pPr>
              <w:jc w:val="right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14:paraId="5C32DF2B" w14:textId="40A2F56B" w:rsidR="00AD492F" w:rsidRPr="00AD492F" w:rsidRDefault="00AD492F" w:rsidP="00AD492F">
      <w:pPr>
        <w:spacing w:line="360" w:lineRule="auto"/>
        <w:rPr>
          <w:rFonts w:cstheme="minorHAnsi"/>
          <w:sz w:val="20"/>
          <w:szCs w:val="20"/>
        </w:rPr>
      </w:pPr>
      <w:r w:rsidRPr="00AD492F">
        <w:rPr>
          <w:rFonts w:cstheme="minorHAnsi"/>
          <w:sz w:val="20"/>
          <w:szCs w:val="20"/>
        </w:rPr>
        <w:t>Źródło: Dane OECD za 2022 rok (</w:t>
      </w:r>
      <w:hyperlink r:id="rId8" w:history="1">
        <w:r w:rsidRPr="00AD492F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https://stats.oecd.org/</w:t>
        </w:r>
      </w:hyperlink>
      <w:r w:rsidRPr="00AD492F">
        <w:rPr>
          <w:rFonts w:cstheme="minorHAnsi"/>
          <w:sz w:val="20"/>
          <w:szCs w:val="20"/>
        </w:rPr>
        <w:t xml:space="preserve"> dostęp dn. 11 grudzień 2023 roku)</w:t>
      </w:r>
    </w:p>
    <w:p w14:paraId="6BFA33AC" w14:textId="77777777" w:rsidR="00B43A00" w:rsidRDefault="00B43A00" w:rsidP="00B43A00">
      <w:pPr>
        <w:rPr>
          <w:rFonts w:cstheme="minorHAnsi"/>
        </w:rPr>
      </w:pPr>
    </w:p>
    <w:p w14:paraId="26A84D6A" w14:textId="6C93DA9F" w:rsidR="00AD492F" w:rsidRPr="0003520D" w:rsidRDefault="00B43A00" w:rsidP="00B43A00">
      <w:pPr>
        <w:rPr>
          <w:rFonts w:asciiTheme="minorHAnsi" w:hAnsiTheme="minorHAnsi" w:cstheme="minorHAnsi"/>
          <w:sz w:val="28"/>
          <w:szCs w:val="28"/>
        </w:rPr>
      </w:pPr>
      <w:proofErr w:type="spellStart"/>
      <w:r w:rsidRPr="0003520D">
        <w:rPr>
          <w:rFonts w:asciiTheme="minorHAnsi" w:hAnsiTheme="minorHAnsi" w:cstheme="minorHAnsi"/>
          <w:sz w:val="28"/>
          <w:szCs w:val="28"/>
        </w:rPr>
        <w:t>Umieść</w:t>
      </w:r>
      <w:proofErr w:type="spellEnd"/>
      <w:r w:rsidRPr="0003520D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03520D">
        <w:rPr>
          <w:rFonts w:asciiTheme="minorHAnsi" w:hAnsiTheme="minorHAnsi" w:cstheme="minorHAnsi"/>
          <w:sz w:val="28"/>
          <w:szCs w:val="28"/>
        </w:rPr>
        <w:t>tabeli</w:t>
      </w:r>
      <w:proofErr w:type="spellEnd"/>
      <w:r w:rsidRP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03520D" w:rsidRPr="0003520D">
        <w:rPr>
          <w:rFonts w:asciiTheme="minorHAnsi" w:hAnsiTheme="minorHAnsi" w:cstheme="minorHAnsi"/>
          <w:sz w:val="28"/>
          <w:szCs w:val="28"/>
        </w:rPr>
        <w:t>u</w:t>
      </w:r>
      <w:r w:rsidR="00AD492F" w:rsidRPr="0003520D">
        <w:rPr>
          <w:rFonts w:asciiTheme="minorHAnsi" w:hAnsiTheme="minorHAnsi" w:cstheme="minorHAnsi"/>
          <w:sz w:val="28"/>
          <w:szCs w:val="28"/>
        </w:rPr>
        <w:t>szeregowane</w:t>
      </w:r>
      <w:proofErr w:type="spellEnd"/>
      <w:r w:rsidR="00AD492F" w:rsidRP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D492F" w:rsidRPr="0003520D">
        <w:rPr>
          <w:rFonts w:asciiTheme="minorHAnsi" w:hAnsiTheme="minorHAnsi" w:cstheme="minorHAnsi"/>
          <w:sz w:val="28"/>
          <w:szCs w:val="28"/>
        </w:rPr>
        <w:t>kraje</w:t>
      </w:r>
      <w:proofErr w:type="spellEnd"/>
      <w:r w:rsid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03520D">
        <w:rPr>
          <w:rFonts w:asciiTheme="minorHAnsi" w:hAnsiTheme="minorHAnsi" w:cstheme="minorHAnsi"/>
          <w:sz w:val="28"/>
          <w:szCs w:val="28"/>
        </w:rPr>
        <w:t>rozpoczynając</w:t>
      </w:r>
      <w:proofErr w:type="spellEnd"/>
      <w:r w:rsid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03520D">
        <w:rPr>
          <w:rFonts w:asciiTheme="minorHAnsi" w:hAnsiTheme="minorHAnsi" w:cstheme="minorHAnsi"/>
          <w:sz w:val="28"/>
          <w:szCs w:val="28"/>
        </w:rPr>
        <w:t>od</w:t>
      </w:r>
      <w:proofErr w:type="spellEnd"/>
      <w:r w:rsid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03520D">
        <w:rPr>
          <w:rFonts w:asciiTheme="minorHAnsi" w:hAnsiTheme="minorHAnsi" w:cstheme="minorHAnsi"/>
          <w:sz w:val="28"/>
          <w:szCs w:val="28"/>
        </w:rPr>
        <w:t>tego</w:t>
      </w:r>
      <w:proofErr w:type="spellEnd"/>
      <w:r w:rsidR="0003520D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="0003520D">
        <w:rPr>
          <w:rFonts w:asciiTheme="minorHAnsi" w:hAnsiTheme="minorHAnsi" w:cstheme="minorHAnsi"/>
          <w:sz w:val="28"/>
          <w:szCs w:val="28"/>
        </w:rPr>
        <w:t>który</w:t>
      </w:r>
      <w:proofErr w:type="spellEnd"/>
      <w:r w:rsidR="0003520D">
        <w:rPr>
          <w:rFonts w:asciiTheme="minorHAnsi" w:hAnsiTheme="minorHAnsi" w:cstheme="minorHAnsi"/>
          <w:sz w:val="28"/>
          <w:szCs w:val="28"/>
        </w:rPr>
        <w:t xml:space="preserve"> ma </w:t>
      </w:r>
      <w:proofErr w:type="spellStart"/>
      <w:r w:rsidR="00AD492F" w:rsidRPr="0003520D">
        <w:rPr>
          <w:rFonts w:asciiTheme="minorHAnsi" w:hAnsiTheme="minorHAnsi" w:cstheme="minorHAnsi"/>
          <w:sz w:val="28"/>
          <w:szCs w:val="28"/>
        </w:rPr>
        <w:t>najniższ</w:t>
      </w:r>
      <w:r w:rsidR="00764543">
        <w:rPr>
          <w:rFonts w:asciiTheme="minorHAnsi" w:hAnsiTheme="minorHAnsi" w:cstheme="minorHAnsi"/>
          <w:sz w:val="28"/>
          <w:szCs w:val="28"/>
        </w:rPr>
        <w:t>y</w:t>
      </w:r>
      <w:proofErr w:type="spellEnd"/>
      <w:r w:rsidR="00AD492F" w:rsidRP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D492F" w:rsidRPr="0003520D">
        <w:rPr>
          <w:rFonts w:asciiTheme="minorHAnsi" w:hAnsiTheme="minorHAnsi" w:cstheme="minorHAnsi"/>
          <w:sz w:val="28"/>
          <w:szCs w:val="28"/>
        </w:rPr>
        <w:t>wskaźnik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 xml:space="preserve">, a </w:t>
      </w:r>
      <w:proofErr w:type="spellStart"/>
      <w:r w:rsidR="00764543">
        <w:rPr>
          <w:rFonts w:asciiTheme="minorHAnsi" w:hAnsiTheme="minorHAnsi" w:cstheme="minorHAnsi"/>
          <w:sz w:val="28"/>
          <w:szCs w:val="28"/>
        </w:rPr>
        <w:t>kończąc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764543">
        <w:rPr>
          <w:rFonts w:asciiTheme="minorHAnsi" w:hAnsiTheme="minorHAnsi" w:cstheme="minorHAnsi"/>
          <w:sz w:val="28"/>
          <w:szCs w:val="28"/>
        </w:rPr>
        <w:t>na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764543">
        <w:rPr>
          <w:rFonts w:asciiTheme="minorHAnsi" w:hAnsiTheme="minorHAnsi" w:cstheme="minorHAnsi"/>
          <w:sz w:val="28"/>
          <w:szCs w:val="28"/>
        </w:rPr>
        <w:t>tym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="00764543">
        <w:rPr>
          <w:rFonts w:asciiTheme="minorHAnsi" w:hAnsiTheme="minorHAnsi" w:cstheme="minorHAnsi"/>
          <w:sz w:val="28"/>
          <w:szCs w:val="28"/>
        </w:rPr>
        <w:t>które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 xml:space="preserve"> ma</w:t>
      </w:r>
      <w:r w:rsidR="00AD492F" w:rsidRPr="0003520D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D492F" w:rsidRPr="0003520D">
        <w:rPr>
          <w:rFonts w:asciiTheme="minorHAnsi" w:hAnsiTheme="minorHAnsi" w:cstheme="minorHAnsi"/>
          <w:sz w:val="28"/>
          <w:szCs w:val="28"/>
        </w:rPr>
        <w:t>najwyższ</w:t>
      </w:r>
      <w:r w:rsidR="00764543">
        <w:rPr>
          <w:rFonts w:asciiTheme="minorHAnsi" w:hAnsiTheme="minorHAnsi" w:cstheme="minorHAnsi"/>
          <w:sz w:val="28"/>
          <w:szCs w:val="28"/>
        </w:rPr>
        <w:t>y</w:t>
      </w:r>
      <w:proofErr w:type="spellEnd"/>
      <w:r w:rsidR="00764543">
        <w:rPr>
          <w:rFonts w:asciiTheme="minorHAnsi" w:hAnsiTheme="minorHAnsi" w:cstheme="minorHAnsi"/>
          <w:sz w:val="28"/>
          <w:szCs w:val="28"/>
        </w:rPr>
        <w:t>.</w:t>
      </w:r>
    </w:p>
    <w:p w14:paraId="21AE985A" w14:textId="77777777" w:rsidR="00AD492F" w:rsidRPr="00B43A00" w:rsidRDefault="00AD492F" w:rsidP="00B43A00">
      <w:pPr>
        <w:ind w:left="360"/>
        <w:rPr>
          <w:rFonts w:cstheme="minorHAnsi"/>
        </w:rPr>
      </w:pPr>
    </w:p>
    <w:tbl>
      <w:tblPr>
        <w:tblW w:w="42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154"/>
        <w:gridCol w:w="1134"/>
      </w:tblGrid>
      <w:tr w:rsidR="00AD492F" w14:paraId="1567978F" w14:textId="77777777" w:rsidTr="00660993">
        <w:trPr>
          <w:trHeight w:val="3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7B0E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9112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0FDF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32E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Wskaźnik</w:t>
            </w:r>
            <w:proofErr w:type="spellEnd"/>
          </w:p>
        </w:tc>
      </w:tr>
      <w:tr w:rsidR="00AD492F" w14:paraId="046F85B7" w14:textId="77777777" w:rsidTr="00B43A00">
        <w:trPr>
          <w:trHeight w:val="3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0F9B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9229" w14:textId="32D220F4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91B76" w14:textId="1E8A1847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3DB5994F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7D18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3B9" w14:textId="386D193F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2087" w14:textId="4246FD38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53813149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435D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348E" w14:textId="415E141D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0978" w14:textId="4C6E5FCD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115E23F1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9E8E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69AD" w14:textId="30B8BA70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2059D" w14:textId="513671CE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0F6FAC18" w14:textId="77777777" w:rsidTr="00B43A00">
        <w:trPr>
          <w:trHeight w:val="3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8819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2615" w14:textId="40A96F1B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EF42" w14:textId="39D522EB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284C2AD8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C499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FE0B" w14:textId="20981A97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CB62" w14:textId="3F184191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5C349B32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7BCF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77C8" w14:textId="7F334EF8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2DB7" w14:textId="0640CE34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6A161959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592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6E45" w14:textId="5EBF68B3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2D0D" w14:textId="6E697521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672287DA" w14:textId="77777777" w:rsidTr="00B43A00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4C10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EEC3" w14:textId="2A412287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D6683" w14:textId="702082A7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626018D4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B55A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FA89" w14:textId="7BF658FC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467D" w14:textId="1FD65136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1244506D" w14:textId="77777777" w:rsidTr="00B43A00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5AC1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5A82" w14:textId="5E37E5CB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F024" w14:textId="34C0A99E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63FD025F" w14:textId="77777777" w:rsidTr="00B43A00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13AD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8E3" w14:textId="00017F2D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7BAA" w14:textId="21777CF5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71B2363D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D9A3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4E55" w14:textId="30205DC5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E021" w14:textId="54788F5A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6E87BCF4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C3B6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F934" w14:textId="5006E4FE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22CC" w14:textId="64BA0962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3ED98E96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DC77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BCF1" w14:textId="15AF91B0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18C2" w14:textId="338BCFCC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492F" w14:paraId="498C12D1" w14:textId="77777777" w:rsidTr="00B43A00">
        <w:trPr>
          <w:trHeight w:val="3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EE9A" w14:textId="77777777" w:rsidR="00AD492F" w:rsidRPr="00332E8C" w:rsidRDefault="00AD492F" w:rsidP="006609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E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692E" w14:textId="1CAF8A06" w:rsidR="00AD492F" w:rsidRPr="00332E8C" w:rsidRDefault="00AD492F" w:rsidP="006609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CDE62" w14:textId="0B74D8D8" w:rsidR="00AD492F" w:rsidRPr="00332E8C" w:rsidRDefault="00AD492F" w:rsidP="006609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DBAC521" w14:textId="77777777" w:rsidR="00AD492F" w:rsidRPr="00AD492F" w:rsidRDefault="00AD492F" w:rsidP="00B43A00">
      <w:pPr>
        <w:pStyle w:val="Akapitzlist"/>
        <w:rPr>
          <w:rFonts w:cstheme="minorHAnsi"/>
          <w:sz w:val="28"/>
          <w:szCs w:val="28"/>
        </w:rPr>
      </w:pPr>
    </w:p>
    <w:p w14:paraId="393E53B5" w14:textId="7F6BDCB3" w:rsidR="00317D31" w:rsidRPr="008D6252" w:rsidRDefault="00317D31" w:rsidP="008D6252">
      <w:pPr>
        <w:jc w:val="both"/>
        <w:rPr>
          <w:rFonts w:asciiTheme="minorHAnsi" w:hAnsiTheme="minorHAnsi" w:cstheme="minorHAnsi"/>
          <w:i/>
          <w:iCs/>
          <w:lang w:val="pl-PL"/>
        </w:rPr>
      </w:pPr>
    </w:p>
    <w:sectPr w:rsidR="00317D31" w:rsidRPr="008D6252" w:rsidSect="008F3A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C3672" w14:textId="77777777" w:rsidR="008F3A04" w:rsidRDefault="008F3A04" w:rsidP="00317D31">
      <w:r>
        <w:separator/>
      </w:r>
    </w:p>
  </w:endnote>
  <w:endnote w:type="continuationSeparator" w:id="0">
    <w:p w14:paraId="1F23E469" w14:textId="77777777" w:rsidR="008F3A04" w:rsidRDefault="008F3A04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9171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6C4D27F3" wp14:editId="67028A03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6775954A" wp14:editId="24ED2FEB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3A5423C3" wp14:editId="48ECBE11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4A7B" w14:textId="77777777" w:rsidR="008F3A04" w:rsidRDefault="008F3A04" w:rsidP="00317D31">
      <w:r>
        <w:separator/>
      </w:r>
    </w:p>
  </w:footnote>
  <w:footnote w:type="continuationSeparator" w:id="0">
    <w:p w14:paraId="5FF802FE" w14:textId="77777777" w:rsidR="008F3A04" w:rsidRDefault="008F3A04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4821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4AC6D760" wp14:editId="494161AE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3333F88D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9120C"/>
    <w:multiLevelType w:val="hybridMultilevel"/>
    <w:tmpl w:val="1BE0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54559">
    <w:abstractNumId w:val="2"/>
  </w:num>
  <w:num w:numId="2" w16cid:durableId="1207066672">
    <w:abstractNumId w:val="1"/>
  </w:num>
  <w:num w:numId="3" w16cid:durableId="1619288495">
    <w:abstractNumId w:val="0"/>
  </w:num>
  <w:num w:numId="4" w16cid:durableId="139605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04"/>
    <w:rsid w:val="0003520D"/>
    <w:rsid w:val="00061889"/>
    <w:rsid w:val="000619B5"/>
    <w:rsid w:val="000B1037"/>
    <w:rsid w:val="00172E2B"/>
    <w:rsid w:val="001C2DE6"/>
    <w:rsid w:val="001E4141"/>
    <w:rsid w:val="00284B4C"/>
    <w:rsid w:val="0028752B"/>
    <w:rsid w:val="002B5A1A"/>
    <w:rsid w:val="002C7188"/>
    <w:rsid w:val="00317D31"/>
    <w:rsid w:val="00357C69"/>
    <w:rsid w:val="00386E2A"/>
    <w:rsid w:val="003C6B59"/>
    <w:rsid w:val="003E7B9F"/>
    <w:rsid w:val="003F5849"/>
    <w:rsid w:val="00427853"/>
    <w:rsid w:val="00431096"/>
    <w:rsid w:val="00447CA1"/>
    <w:rsid w:val="00460304"/>
    <w:rsid w:val="004B592A"/>
    <w:rsid w:val="0055633A"/>
    <w:rsid w:val="005A0049"/>
    <w:rsid w:val="005D30DC"/>
    <w:rsid w:val="00605D43"/>
    <w:rsid w:val="00607959"/>
    <w:rsid w:val="0061228B"/>
    <w:rsid w:val="006467F4"/>
    <w:rsid w:val="00647B54"/>
    <w:rsid w:val="00651665"/>
    <w:rsid w:val="006947DA"/>
    <w:rsid w:val="007334AD"/>
    <w:rsid w:val="00764543"/>
    <w:rsid w:val="007B576F"/>
    <w:rsid w:val="007D38C7"/>
    <w:rsid w:val="0081197B"/>
    <w:rsid w:val="00852791"/>
    <w:rsid w:val="0087616B"/>
    <w:rsid w:val="008D6252"/>
    <w:rsid w:val="008F3A04"/>
    <w:rsid w:val="009223EC"/>
    <w:rsid w:val="009633C2"/>
    <w:rsid w:val="00977E95"/>
    <w:rsid w:val="009909A7"/>
    <w:rsid w:val="00996C0D"/>
    <w:rsid w:val="00A116A4"/>
    <w:rsid w:val="00A13080"/>
    <w:rsid w:val="00A7796C"/>
    <w:rsid w:val="00AD492F"/>
    <w:rsid w:val="00B068BC"/>
    <w:rsid w:val="00B43A00"/>
    <w:rsid w:val="00B50A7B"/>
    <w:rsid w:val="00BC6AC1"/>
    <w:rsid w:val="00BE4C20"/>
    <w:rsid w:val="00C61B10"/>
    <w:rsid w:val="00D202B8"/>
    <w:rsid w:val="00DA3632"/>
    <w:rsid w:val="00E13E0E"/>
    <w:rsid w:val="00E858E0"/>
    <w:rsid w:val="00E92087"/>
    <w:rsid w:val="00E920ED"/>
    <w:rsid w:val="00EB2C8E"/>
    <w:rsid w:val="00EC63B0"/>
    <w:rsid w:val="00EF709A"/>
    <w:rsid w:val="00F37DA7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43F71"/>
  <w15:docId w15:val="{F5A0F4F7-DE56-44DB-8FF6-0F04DDA4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38C7"/>
    <w:pPr>
      <w:spacing w:before="100" w:beforeAutospacing="1" w:after="100" w:afterAutospacing="1"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AD4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s.oecd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OneDrive%20-%20uek.krakow.pl\Documents\Szkolenia\Za&#322;&#261;cznik%201%20do%20scenariusza%20-%20Rodzaje%20system&#243;w%20gospodarczych%20na%20&#347;wieci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1 do scenariusza - Rodzaje systemów gospodarczych na świecie.dotx</Template>
  <TotalTime>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Dorota Kuder</cp:lastModifiedBy>
  <cp:revision>9</cp:revision>
  <dcterms:created xsi:type="dcterms:W3CDTF">2024-02-12T20:18:00Z</dcterms:created>
  <dcterms:modified xsi:type="dcterms:W3CDTF">2024-02-12T20:24:00Z</dcterms:modified>
</cp:coreProperties>
</file>