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AAD94" w14:textId="77777777" w:rsidR="00605D43" w:rsidRPr="00A41B88" w:rsidRDefault="00605D43" w:rsidP="00D202B8">
      <w:pPr>
        <w:rPr>
          <w:lang w:val="pl-PL"/>
        </w:rPr>
      </w:pPr>
    </w:p>
    <w:p w14:paraId="39D1CBED" w14:textId="4C5095F3" w:rsidR="00605D43" w:rsidRPr="00A41B88" w:rsidRDefault="00A41B88" w:rsidP="00605D43">
      <w:pPr>
        <w:jc w:val="center"/>
        <w:rPr>
          <w:rFonts w:asciiTheme="minorHAnsi" w:hAnsiTheme="minorHAnsi" w:cstheme="minorHAnsi"/>
          <w:sz w:val="56"/>
          <w:szCs w:val="96"/>
          <w:lang w:val="pl-PL"/>
        </w:rPr>
      </w:pPr>
      <w:r>
        <w:rPr>
          <w:rFonts w:asciiTheme="minorHAnsi" w:hAnsiTheme="minorHAnsi" w:cstheme="minorHAnsi"/>
          <w:sz w:val="56"/>
          <w:szCs w:val="96"/>
          <w:lang w:val="pl-PL"/>
        </w:rPr>
        <w:t>ZOBACZ (NIE</w:t>
      </w:r>
      <w:r w:rsidR="00605D43" w:rsidRPr="00A41B88">
        <w:rPr>
          <w:rFonts w:asciiTheme="minorHAnsi" w:hAnsiTheme="minorHAnsi" w:cstheme="minorHAnsi"/>
          <w:sz w:val="56"/>
          <w:szCs w:val="96"/>
          <w:lang w:val="pl-PL"/>
        </w:rPr>
        <w:t>)</w:t>
      </w:r>
      <w:r>
        <w:rPr>
          <w:rFonts w:asciiTheme="minorHAnsi" w:hAnsiTheme="minorHAnsi" w:cstheme="minorHAnsi"/>
          <w:sz w:val="56"/>
          <w:szCs w:val="96"/>
          <w:lang w:val="pl-PL"/>
        </w:rPr>
        <w:t>PEŁNOSPRAWNOŚĆ</w:t>
      </w:r>
    </w:p>
    <w:p w14:paraId="40890FAD" w14:textId="77777777" w:rsidR="00605D43" w:rsidRPr="00A41B88" w:rsidRDefault="00605D43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652B2BC0" w14:textId="77777777" w:rsidR="00605D43" w:rsidRPr="00A41B88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Załącznik do scenariusza lekcji – ćwiczenia dla uczniów</w:t>
      </w:r>
    </w:p>
    <w:p w14:paraId="443A3EAA" w14:textId="77777777" w:rsidR="000B1037" w:rsidRPr="00A41B88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0982D867" w14:textId="77777777" w:rsidR="00605D43" w:rsidRPr="00A41B88" w:rsidRDefault="00605D43" w:rsidP="00D202B8">
      <w:pPr>
        <w:rPr>
          <w:lang w:val="pl-PL"/>
        </w:rPr>
      </w:pPr>
    </w:p>
    <w:p w14:paraId="74286B18" w14:textId="6EF97C8B" w:rsidR="00A41B88" w:rsidRPr="00A41B88" w:rsidRDefault="00A41B88" w:rsidP="00A41B88">
      <w:pPr>
        <w:pStyle w:val="Nagwek1"/>
        <w:spacing w:line="276" w:lineRule="auto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1.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 w:rsidRPr="00A41B88">
        <w:rPr>
          <w:rFonts w:asciiTheme="minorHAnsi" w:hAnsiTheme="minorHAnsi" w:cstheme="minorHAnsi"/>
          <w:b/>
          <w:sz w:val="28"/>
          <w:szCs w:val="28"/>
          <w:lang w:val="pl-PL"/>
        </w:rPr>
        <w:t>Stanowisko osoby niedowidzącej</w:t>
      </w:r>
    </w:p>
    <w:p w14:paraId="4DA17A9E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lang w:val="pl-PL"/>
        </w:rPr>
      </w:pPr>
    </w:p>
    <w:p w14:paraId="1622B51C" w14:textId="742BDF1F" w:rsidR="00A41B88" w:rsidRPr="00A41B88" w:rsidRDefault="00A41B88" w:rsidP="00A41B88">
      <w:pPr>
        <w:spacing w:line="276" w:lineRule="auto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ZAŁÓŻ OKULARY IMITUJĄCE WYBRANE WADY WZROKU I SPRÓBUJ PRZECZYTAĆ PRZYGOTOWANE TEKSTY. MOŻESZ POSŁUŻYĆ SIĘ LUPĄ BĄDŹ POWIĘKSZALNIKIEM.</w:t>
      </w:r>
    </w:p>
    <w:p w14:paraId="4C8AA466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7DD1C3DA" w14:textId="77777777" w:rsidR="00A41B88" w:rsidRPr="00A41B88" w:rsidRDefault="00A41B88" w:rsidP="00A41B88">
      <w:pPr>
        <w:pStyle w:val="Nagwek1"/>
        <w:spacing w:line="276" w:lineRule="auto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2.</w:t>
      </w:r>
    </w:p>
    <w:p w14:paraId="73538A7D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66F4C6D5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ZAŁÓŻ NA OCZY OPASKĘ I NALEJ WODĘ DO KUBKA.</w:t>
      </w:r>
    </w:p>
    <w:p w14:paraId="577CC919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693B9740" w14:textId="77777777" w:rsidR="00A41B88" w:rsidRPr="00A41B88" w:rsidRDefault="00A41B88" w:rsidP="00A41B88">
      <w:pPr>
        <w:pStyle w:val="Nagwek1"/>
        <w:spacing w:line="276" w:lineRule="auto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3.</w:t>
      </w:r>
    </w:p>
    <w:p w14:paraId="2E2663EB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116A967E" w14:textId="77777777" w:rsid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W PARACH</w:t>
      </w:r>
    </w:p>
    <w:p w14:paraId="0BB3CF2B" w14:textId="09F83088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ZAŁÓŻ NA OCZY OPASKĘ  I SPRÓBUJ PORUSZAĆ SIĘ PO PIĘTRZE BUDYNKU</w:t>
      </w:r>
    </w:p>
    <w:p w14:paraId="0C1F5088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PRZY UŻYCIU BIAŁEJ LASKI.</w:t>
      </w:r>
    </w:p>
    <w:p w14:paraId="286135D1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WYKONAJ ZADANIE NP.:</w:t>
      </w:r>
    </w:p>
    <w:p w14:paraId="2E3997DF" w14:textId="77777777" w:rsidR="00A41B88" w:rsidRDefault="00A41B88" w:rsidP="00A41B88">
      <w:pPr>
        <w:pStyle w:val="Akapitzlist"/>
        <w:numPr>
          <w:ilvl w:val="0"/>
          <w:numId w:val="4"/>
        </w:numPr>
        <w:spacing w:line="276" w:lineRule="auto"/>
        <w:jc w:val="both"/>
        <w:rPr>
          <w:rFonts w:cstheme="minorHAnsi"/>
          <w:sz w:val="28"/>
          <w:szCs w:val="28"/>
        </w:rPr>
      </w:pPr>
      <w:r w:rsidRPr="00A41B88">
        <w:rPr>
          <w:rFonts w:cstheme="minorHAnsi"/>
          <w:sz w:val="28"/>
          <w:szCs w:val="28"/>
        </w:rPr>
        <w:t>WEJDŹ DO TOALETY I UMYJ RĘCE</w:t>
      </w:r>
    </w:p>
    <w:p w14:paraId="0ADB5662" w14:textId="77777777" w:rsidR="00A41B88" w:rsidRDefault="00A41B88" w:rsidP="00A41B88">
      <w:pPr>
        <w:pStyle w:val="Akapitzlist"/>
        <w:numPr>
          <w:ilvl w:val="0"/>
          <w:numId w:val="4"/>
        </w:numPr>
        <w:spacing w:line="276" w:lineRule="auto"/>
        <w:jc w:val="both"/>
        <w:rPr>
          <w:rFonts w:cstheme="minorHAnsi"/>
          <w:sz w:val="28"/>
          <w:szCs w:val="28"/>
        </w:rPr>
      </w:pPr>
      <w:r w:rsidRPr="00A41B88">
        <w:rPr>
          <w:rFonts w:cstheme="minorHAnsi"/>
          <w:sz w:val="28"/>
          <w:szCs w:val="28"/>
        </w:rPr>
        <w:t>ZNAJDŹ KRZESŁO NA KORYTARZU I USIĄDŹ</w:t>
      </w:r>
    </w:p>
    <w:p w14:paraId="6C8851D6" w14:textId="2EE7BA1A" w:rsidR="00A41B88" w:rsidRPr="00A41B88" w:rsidRDefault="00A41B88" w:rsidP="00A41B88">
      <w:pPr>
        <w:pStyle w:val="Akapitzlist"/>
        <w:numPr>
          <w:ilvl w:val="0"/>
          <w:numId w:val="4"/>
        </w:numPr>
        <w:spacing w:line="276" w:lineRule="auto"/>
        <w:jc w:val="both"/>
        <w:rPr>
          <w:rFonts w:cstheme="minorHAnsi"/>
          <w:sz w:val="28"/>
          <w:szCs w:val="28"/>
        </w:rPr>
      </w:pPr>
      <w:r w:rsidRPr="00A41B88">
        <w:rPr>
          <w:rFonts w:cstheme="minorHAnsi"/>
          <w:sz w:val="28"/>
          <w:szCs w:val="28"/>
        </w:rPr>
        <w:t>ODSZUKAJ GDZIE ZNAJDUJE SIĘ WEJŚCIE DO WINDY </w:t>
      </w:r>
    </w:p>
    <w:p w14:paraId="74442329" w14:textId="58E0662E" w:rsidR="00A41B88" w:rsidRPr="00A41B88" w:rsidRDefault="00A41B88" w:rsidP="00A41B88">
      <w:pPr>
        <w:spacing w:line="276" w:lineRule="auto"/>
        <w:rPr>
          <w:rFonts w:asciiTheme="minorHAnsi" w:hAnsiTheme="minorHAnsi" w:cstheme="minorHAnsi"/>
          <w:b/>
          <w:sz w:val="28"/>
          <w:szCs w:val="28"/>
          <w:lang w:val="pl-PL"/>
        </w:rPr>
      </w:pPr>
    </w:p>
    <w:p w14:paraId="79670474" w14:textId="05B952E2" w:rsidR="00A41B88" w:rsidRPr="00A41B88" w:rsidRDefault="00A41B88" w:rsidP="00A41B88">
      <w:pPr>
        <w:pStyle w:val="Nagwek1"/>
        <w:spacing w:line="276" w:lineRule="auto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4.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 w:rsidRPr="00A41B88">
        <w:rPr>
          <w:rFonts w:asciiTheme="minorHAnsi" w:hAnsiTheme="minorHAnsi" w:cstheme="minorHAnsi"/>
          <w:b/>
          <w:sz w:val="28"/>
          <w:szCs w:val="28"/>
          <w:lang w:val="pl-PL"/>
        </w:rPr>
        <w:t>Stanowisko osoby niewidomej</w:t>
      </w:r>
    </w:p>
    <w:p w14:paraId="609F6575" w14:textId="77777777" w:rsid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0022D526" w14:textId="31AD4E3E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lastRenderedPageBreak/>
        <w:t xml:space="preserve">WŁÓŻ RĘCE DO PUDEŁKA I SWOBODNIE DOTYKAJ PRZEDMIOTÓW . ZAPISZ NA KARTCE CO UDAŁO CI SIĘ ROZPOZNAĆ. </w:t>
      </w:r>
    </w:p>
    <w:p w14:paraId="68B21196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ZACHOWAJ DYSKRECJE – NIE ZDRADZAJ SWOIJCH TYPÓW.</w:t>
      </w:r>
    </w:p>
    <w:p w14:paraId="1259A05B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4FE11859" w14:textId="236F3F64" w:rsidR="00A41B88" w:rsidRPr="00A41B88" w:rsidRDefault="00A41B88" w:rsidP="00A41B88">
      <w:pPr>
        <w:pStyle w:val="Nagwek1"/>
        <w:spacing w:line="276" w:lineRule="auto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5.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 w:rsidRPr="00A41B88">
        <w:rPr>
          <w:rFonts w:asciiTheme="minorHAnsi" w:hAnsiTheme="minorHAnsi" w:cstheme="minorHAnsi"/>
          <w:b/>
          <w:sz w:val="28"/>
          <w:szCs w:val="28"/>
          <w:lang w:val="pl-PL"/>
        </w:rPr>
        <w:t>Stanowisko osoby słabosłyszącej</w:t>
      </w:r>
    </w:p>
    <w:p w14:paraId="096FDE36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23AC62DC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W PARACH</w:t>
      </w:r>
    </w:p>
    <w:p w14:paraId="27594FF7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 xml:space="preserve">ZAŁÓŻ SŁUCHAWKI NAUSZY. DRUGA OSOBA CZYTA WYBRANY TEKST. </w:t>
      </w:r>
    </w:p>
    <w:p w14:paraId="285D797E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PO PRZECZYTANIU ZADAJE DO TEKSTU PYTANIA KONTROLNE.</w:t>
      </w:r>
    </w:p>
    <w:p w14:paraId="250AAA8C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253D732F" w14:textId="77777777" w:rsidR="00A41B88" w:rsidRPr="00A41B88" w:rsidRDefault="00A41B88" w:rsidP="00A41B88">
      <w:pPr>
        <w:pStyle w:val="Nagwek1"/>
        <w:spacing w:line="276" w:lineRule="auto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6. Tutaj robiliśmy chyba głuchy telefon w PJM?</w:t>
      </w:r>
    </w:p>
    <w:p w14:paraId="2597E7AD" w14:textId="77777777" w:rsid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  <w:lang w:val="pl-PL"/>
        </w:rPr>
      </w:pPr>
    </w:p>
    <w:p w14:paraId="4178A000" w14:textId="6F5EDED8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b/>
          <w:sz w:val="28"/>
          <w:szCs w:val="28"/>
          <w:lang w:val="pl-PL"/>
        </w:rPr>
        <w:t>Ćwiczenie integracyjne</w:t>
      </w:r>
    </w:p>
    <w:p w14:paraId="2C5984FD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WSZYSCY RAZEM ZAGRAJCIE W GŁUCHY TELEFON w PJM</w:t>
      </w:r>
    </w:p>
    <w:p w14:paraId="014F96EF" w14:textId="77777777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63DB6683" w14:textId="243564C2" w:rsidR="00A41B88" w:rsidRPr="00A41B88" w:rsidRDefault="00A41B88" w:rsidP="00A41B88">
      <w:pPr>
        <w:pStyle w:val="Nagwek1"/>
        <w:spacing w:line="276" w:lineRule="auto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ĆWICZENIE 7.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 w:rsidRPr="00A41B88">
        <w:rPr>
          <w:rFonts w:asciiTheme="minorHAnsi" w:hAnsiTheme="minorHAnsi" w:cstheme="minorHAnsi"/>
          <w:b/>
          <w:sz w:val="28"/>
          <w:szCs w:val="28"/>
          <w:lang w:val="pl-PL"/>
        </w:rPr>
        <w:t>Stanowisko osoby Głuchej</w:t>
      </w:r>
    </w:p>
    <w:p w14:paraId="5E07E166" w14:textId="77777777" w:rsid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47DEE30A" w14:textId="5E04178A" w:rsidR="00A41B88" w:rsidRPr="00A41B88" w:rsidRDefault="00A41B88" w:rsidP="00A41B88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sz w:val="28"/>
          <w:szCs w:val="28"/>
          <w:lang w:val="pl-PL"/>
        </w:rPr>
        <w:t>PROSZĘ PRZELITERUJ SWOJE IMIĘ POSŁUGUJĄC SIĘ  PRZYGOTOWANYM ALFABETEM PJM.</w:t>
      </w:r>
    </w:p>
    <w:p w14:paraId="1FCC5C74" w14:textId="77777777" w:rsidR="00A41B88" w:rsidRPr="00A41B88" w:rsidRDefault="00A41B88" w:rsidP="00605D43">
      <w:pPr>
        <w:jc w:val="both"/>
        <w:rPr>
          <w:rFonts w:asciiTheme="minorHAnsi" w:hAnsiTheme="minorHAnsi" w:cstheme="minorHAnsi"/>
          <w:b/>
          <w:sz w:val="28"/>
          <w:szCs w:val="28"/>
          <w:lang w:val="pl-PL"/>
        </w:rPr>
      </w:pPr>
    </w:p>
    <w:p w14:paraId="34E3E5FF" w14:textId="77777777" w:rsidR="00605D43" w:rsidRPr="00A41B88" w:rsidRDefault="00605D43" w:rsidP="00605D43">
      <w:pPr>
        <w:jc w:val="both"/>
        <w:rPr>
          <w:rFonts w:asciiTheme="minorHAnsi" w:hAnsiTheme="minorHAnsi" w:cstheme="minorHAnsi"/>
          <w:color w:val="FF0000"/>
          <w:sz w:val="28"/>
          <w:szCs w:val="28"/>
          <w:lang w:val="pl-PL"/>
        </w:rPr>
      </w:pPr>
      <w:r w:rsidRPr="00A41B88">
        <w:rPr>
          <w:rFonts w:asciiTheme="minorHAnsi" w:hAnsiTheme="minorHAnsi" w:cstheme="minorHAnsi"/>
          <w:color w:val="FF0000"/>
          <w:sz w:val="28"/>
          <w:szCs w:val="28"/>
          <w:lang w:val="pl-PL"/>
        </w:rPr>
        <w:t xml:space="preserve"> </w:t>
      </w:r>
    </w:p>
    <w:p w14:paraId="25FB266E" w14:textId="77777777" w:rsidR="00EC63B0" w:rsidRPr="00A41B88" w:rsidRDefault="00EC63B0" w:rsidP="00D202B8">
      <w:pPr>
        <w:rPr>
          <w:rFonts w:asciiTheme="minorHAnsi" w:hAnsiTheme="minorHAnsi" w:cstheme="minorHAnsi"/>
          <w:sz w:val="28"/>
          <w:szCs w:val="28"/>
          <w:lang w:val="pl-PL"/>
        </w:rPr>
      </w:pPr>
    </w:p>
    <w:p w14:paraId="5784B1B6" w14:textId="654666BE" w:rsidR="00317D31" w:rsidRPr="00A41B88" w:rsidRDefault="00317D31" w:rsidP="00D202B8">
      <w:pPr>
        <w:rPr>
          <w:rFonts w:asciiTheme="minorHAnsi" w:hAnsiTheme="minorHAnsi" w:cstheme="minorHAnsi"/>
          <w:sz w:val="28"/>
          <w:szCs w:val="28"/>
          <w:lang w:val="pl-PL"/>
        </w:rPr>
      </w:pPr>
    </w:p>
    <w:sectPr w:rsidR="00317D31" w:rsidRPr="00A41B88" w:rsidSect="00447C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BA4D" w14:textId="77777777" w:rsidR="0051381D" w:rsidRDefault="0051381D" w:rsidP="00317D31">
      <w:r>
        <w:separator/>
      </w:r>
    </w:p>
  </w:endnote>
  <w:endnote w:type="continuationSeparator" w:id="0">
    <w:p w14:paraId="357DAB69" w14:textId="77777777" w:rsidR="0051381D" w:rsidRDefault="0051381D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062F" w14:textId="77777777" w:rsidR="003E7B9F" w:rsidRDefault="003E7B9F">
    <w:pPr>
      <w:pStyle w:val="Stopka"/>
    </w:pPr>
    <w:r>
      <w:rPr>
        <w:noProof/>
        <w:lang w:val="pl-PL" w:eastAsia="pl-PL"/>
      </w:rPr>
      <w:drawing>
        <wp:inline distT="0" distB="0" distL="0" distR="0" wp14:anchorId="5BF226CB" wp14:editId="73C72F9B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3B7A42CC" wp14:editId="5C615EC1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B068BC">
      <w:rPr>
        <w:noProof/>
        <w:lang w:val="pl-PL" w:eastAsia="pl-PL"/>
      </w:rPr>
      <w:drawing>
        <wp:inline distT="0" distB="0" distL="0" distR="0" wp14:anchorId="1E7CF95E" wp14:editId="3B774A2A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1121" w14:textId="77777777" w:rsidR="0051381D" w:rsidRDefault="0051381D" w:rsidP="00317D31">
      <w:r>
        <w:separator/>
      </w:r>
    </w:p>
  </w:footnote>
  <w:footnote w:type="continuationSeparator" w:id="0">
    <w:p w14:paraId="4184C59E" w14:textId="77777777" w:rsidR="0051381D" w:rsidRDefault="0051381D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C262" w14:textId="77777777" w:rsidR="003E7B9F" w:rsidRPr="000B1037" w:rsidRDefault="003E7B9F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6277B565" wp14:editId="2576DC67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="00A13080"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 w:rsidR="00A13080"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14:paraId="78540323" w14:textId="77777777" w:rsidR="003E7B9F" w:rsidRPr="000B1037" w:rsidRDefault="003E7B9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60113"/>
    <w:multiLevelType w:val="hybridMultilevel"/>
    <w:tmpl w:val="D1E62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073375">
    <w:abstractNumId w:val="2"/>
  </w:num>
  <w:num w:numId="2" w16cid:durableId="1061175817">
    <w:abstractNumId w:val="1"/>
  </w:num>
  <w:num w:numId="3" w16cid:durableId="982733371">
    <w:abstractNumId w:val="0"/>
  </w:num>
  <w:num w:numId="4" w16cid:durableId="13824841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88"/>
    <w:rsid w:val="00061889"/>
    <w:rsid w:val="000619B5"/>
    <w:rsid w:val="000B1037"/>
    <w:rsid w:val="001C2DE6"/>
    <w:rsid w:val="001E4141"/>
    <w:rsid w:val="00284B4C"/>
    <w:rsid w:val="0028752B"/>
    <w:rsid w:val="002B5A1A"/>
    <w:rsid w:val="002C7188"/>
    <w:rsid w:val="00317D31"/>
    <w:rsid w:val="00386E2A"/>
    <w:rsid w:val="003C6B59"/>
    <w:rsid w:val="003E7B9F"/>
    <w:rsid w:val="003F5849"/>
    <w:rsid w:val="00427853"/>
    <w:rsid w:val="00431096"/>
    <w:rsid w:val="00447CA1"/>
    <w:rsid w:val="00460304"/>
    <w:rsid w:val="004B592A"/>
    <w:rsid w:val="0051381D"/>
    <w:rsid w:val="0055633A"/>
    <w:rsid w:val="005A0049"/>
    <w:rsid w:val="00605D43"/>
    <w:rsid w:val="00607959"/>
    <w:rsid w:val="0061228B"/>
    <w:rsid w:val="006467F4"/>
    <w:rsid w:val="00647B54"/>
    <w:rsid w:val="00651665"/>
    <w:rsid w:val="006947DA"/>
    <w:rsid w:val="007334AD"/>
    <w:rsid w:val="007B576F"/>
    <w:rsid w:val="0081197B"/>
    <w:rsid w:val="00852791"/>
    <w:rsid w:val="0087616B"/>
    <w:rsid w:val="009223EC"/>
    <w:rsid w:val="009633C2"/>
    <w:rsid w:val="00977E95"/>
    <w:rsid w:val="00996C0D"/>
    <w:rsid w:val="00A116A4"/>
    <w:rsid w:val="00A13080"/>
    <w:rsid w:val="00A41B88"/>
    <w:rsid w:val="00B068BC"/>
    <w:rsid w:val="00B50A7B"/>
    <w:rsid w:val="00BC6AC1"/>
    <w:rsid w:val="00BE4C20"/>
    <w:rsid w:val="00C61B10"/>
    <w:rsid w:val="00D202B8"/>
    <w:rsid w:val="00DA3632"/>
    <w:rsid w:val="00E858E0"/>
    <w:rsid w:val="00E92087"/>
    <w:rsid w:val="00E920ED"/>
    <w:rsid w:val="00EB2C8E"/>
    <w:rsid w:val="00EC63B0"/>
    <w:rsid w:val="00EF709A"/>
    <w:rsid w:val="00F37DA7"/>
    <w:rsid w:val="00FA3419"/>
    <w:rsid w:val="00F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C8BA9"/>
  <w15:docId w15:val="{AC85AFC3-BB6F-4D28-8C6F-47564092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C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B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41B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eusz%20Maca&#322;ka\Desktop\MUE%20-%20dodatkowe%20materia&#322;y%20(szablony)\Dokumenty%20do%20uzupe&#322;nienia%202023\Za&#322;&#261;cznik%20do%20scenariusz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11E0-21F8-40C7-AA83-4C118B8C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do scenariusza.dotx</Template>
  <TotalTime>3</TotalTime>
  <Pages>2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Macałka</dc:creator>
  <cp:lastModifiedBy>Mateusz Macałka</cp:lastModifiedBy>
  <cp:revision>1</cp:revision>
  <dcterms:created xsi:type="dcterms:W3CDTF">2023-11-18T10:06:00Z</dcterms:created>
  <dcterms:modified xsi:type="dcterms:W3CDTF">2023-11-18T10:10:00Z</dcterms:modified>
</cp:coreProperties>
</file>